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B53A6" w14:textId="77777777" w:rsidR="008204B9" w:rsidRPr="00774FBA" w:rsidRDefault="008204B9" w:rsidP="008204B9">
      <w:pPr>
        <w:ind w:left="7090"/>
        <w:jc w:val="right"/>
        <w:rPr>
          <w:rFonts w:ascii="Helvetica" w:hAnsi="Helvetica" w:cs="Courier New"/>
          <w:color w:val="000000"/>
          <w:sz w:val="20"/>
          <w:szCs w:val="20"/>
        </w:rPr>
      </w:pPr>
      <w:r w:rsidRPr="00774FBA">
        <w:rPr>
          <w:rFonts w:ascii="Helvetica" w:hAnsi="Helvetica" w:cs="Courier New"/>
          <w:color w:val="000000"/>
          <w:sz w:val="20"/>
          <w:szCs w:val="20"/>
        </w:rPr>
        <w:t>Formblatt 8</w:t>
      </w:r>
    </w:p>
    <w:p w14:paraId="23F4AC2C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jc w:val="center"/>
        <w:rPr>
          <w:rFonts w:ascii="Helvetica" w:hAnsi="Helvetica" w:cs="Courier New"/>
          <w:sz w:val="20"/>
        </w:rPr>
      </w:pPr>
    </w:p>
    <w:p w14:paraId="7C7DD58B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jc w:val="center"/>
        <w:rPr>
          <w:rFonts w:ascii="Helvetica" w:hAnsi="Helvetica" w:cs="Courier New"/>
          <w:b/>
          <w:bCs/>
          <w:sz w:val="20"/>
        </w:rPr>
      </w:pPr>
      <w:r w:rsidRPr="00774FBA">
        <w:rPr>
          <w:rFonts w:ascii="Helvetica" w:hAnsi="Helvetica" w:cs="Courier New"/>
          <w:b/>
          <w:bCs/>
          <w:sz w:val="20"/>
        </w:rPr>
        <w:t>Eigenerklärung Referenzen Projektleitung</w:t>
      </w:r>
    </w:p>
    <w:p w14:paraId="0276333B" w14:textId="77777777" w:rsidR="008204B9" w:rsidRPr="00584497" w:rsidRDefault="008204B9" w:rsidP="008204B9">
      <w:pPr>
        <w:pStyle w:val="Kopfzeile"/>
        <w:tabs>
          <w:tab w:val="clear" w:pos="4536"/>
          <w:tab w:val="clear" w:pos="9072"/>
        </w:tabs>
        <w:jc w:val="center"/>
        <w:rPr>
          <w:rFonts w:ascii="Helvetica" w:hAnsi="Helvetica" w:cs="Courier New"/>
          <w:sz w:val="20"/>
        </w:rPr>
      </w:pPr>
    </w:p>
    <w:p w14:paraId="0B9809F8" w14:textId="77777777" w:rsidR="008204B9" w:rsidRPr="00584497" w:rsidRDefault="008204B9" w:rsidP="008204B9">
      <w:pPr>
        <w:pStyle w:val="Kopfzeile"/>
        <w:rPr>
          <w:rFonts w:ascii="Helvetica" w:hAnsi="Helvetica" w:cs="Courier New"/>
          <w:sz w:val="20"/>
        </w:rPr>
      </w:pPr>
      <w:r w:rsidRPr="00584497">
        <w:rPr>
          <w:rFonts w:ascii="Helvetica" w:hAnsi="Helvetica" w:cs="Courier New"/>
          <w:sz w:val="20"/>
        </w:rPr>
        <w:t>Im Folgenden sind Referenzprojekte der Projektleitung anzugeben.</w:t>
      </w:r>
    </w:p>
    <w:p w14:paraId="2D2D3592" w14:textId="77777777" w:rsidR="00EB0F1C" w:rsidRDefault="00B239A5" w:rsidP="00B239A5">
      <w:pPr>
        <w:pStyle w:val="Kopfzeile"/>
        <w:rPr>
          <w:rFonts w:ascii="Helvetica" w:hAnsi="Helvetica" w:cs="Courier New"/>
          <w:sz w:val="20"/>
        </w:rPr>
      </w:pPr>
      <w:r w:rsidRPr="00B239A5">
        <w:rPr>
          <w:rFonts w:ascii="Helvetica" w:hAnsi="Helvetica" w:cs="Courier New"/>
          <w:sz w:val="20"/>
        </w:rPr>
        <w:t xml:space="preserve">Anzahl der durchschnittlich selbst veranstalteten Konzerte pro Jahr in den vergangenen 3 Jahren bei denen die Vorproduktion und Produktion erfolgreich selbst umgesetzt wurde. </w:t>
      </w:r>
    </w:p>
    <w:p w14:paraId="78E973F7" w14:textId="615FA441" w:rsidR="00B239A5" w:rsidRPr="00B239A5" w:rsidRDefault="00B239A5" w:rsidP="00B239A5">
      <w:pPr>
        <w:pStyle w:val="Kopfzeile"/>
        <w:rPr>
          <w:rFonts w:ascii="Helvetica" w:hAnsi="Helvetica" w:cs="Courier New"/>
          <w:sz w:val="20"/>
        </w:rPr>
      </w:pPr>
      <w:r w:rsidRPr="00B239A5">
        <w:rPr>
          <w:rFonts w:ascii="Helvetica" w:hAnsi="Helvetica" w:cs="Courier New"/>
          <w:sz w:val="20"/>
        </w:rPr>
        <w:t xml:space="preserve">Wenn die Veranstaltungen an externe Produktionsfirmen oder Dienstleister*innen beauftragt wurden, zählen sie </w:t>
      </w:r>
      <w:r w:rsidRPr="00EB0F1C">
        <w:rPr>
          <w:rFonts w:ascii="Helvetica" w:hAnsi="Helvetica" w:cs="Courier New"/>
          <w:sz w:val="20"/>
          <w:u w:val="single"/>
        </w:rPr>
        <w:t>nicht</w:t>
      </w:r>
      <w:r w:rsidRPr="00B239A5">
        <w:rPr>
          <w:rFonts w:ascii="Helvetica" w:hAnsi="Helvetica" w:cs="Courier New"/>
          <w:sz w:val="20"/>
        </w:rPr>
        <w:t>.</w:t>
      </w:r>
    </w:p>
    <w:p w14:paraId="330783F2" w14:textId="77777777" w:rsidR="008204B9" w:rsidRPr="00584497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0"/>
        </w:rPr>
      </w:pPr>
    </w:p>
    <w:p w14:paraId="425D9B21" w14:textId="77777777" w:rsidR="008204B9" w:rsidRPr="00584497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0"/>
        </w:rPr>
      </w:pPr>
      <w:r w:rsidRPr="00584497">
        <w:rPr>
          <w:rFonts w:ascii="Helvetica" w:hAnsi="Helvetica" w:cs="Courier New"/>
          <w:sz w:val="20"/>
        </w:rPr>
        <w:t>Die angegebenen Referenzen fließen entsprechend den Angaben in der Bekanntmachung in die Bewertung der Angebote ein.</w:t>
      </w:r>
    </w:p>
    <w:p w14:paraId="6EC77ECD" w14:textId="77777777" w:rsidR="008204B9" w:rsidRPr="00584497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0"/>
        </w:rPr>
      </w:pPr>
    </w:p>
    <w:p w14:paraId="76586605" w14:textId="77777777" w:rsidR="008204B9" w:rsidRPr="00584497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0"/>
        </w:rPr>
      </w:pPr>
      <w:r w:rsidRPr="00584497">
        <w:rPr>
          <w:rFonts w:ascii="Helvetica" w:hAnsi="Helvetica" w:cs="Courier New"/>
          <w:sz w:val="20"/>
        </w:rPr>
        <w:t>Bei Angabe einer größeren Anzahl von Referenzen kann dieses Formblatt kopiert und mehrfach eingereicht werden.</w:t>
      </w:r>
    </w:p>
    <w:p w14:paraId="384ECF12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0"/>
        </w:rPr>
      </w:pPr>
    </w:p>
    <w:p w14:paraId="7E9F4630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0"/>
        </w:rPr>
      </w:pPr>
    </w:p>
    <w:p w14:paraId="2D887C39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0"/>
        </w:rPr>
      </w:pPr>
    </w:p>
    <w:p w14:paraId="26719CAA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0"/>
        </w:rPr>
      </w:pPr>
    </w:p>
    <w:p w14:paraId="273CF66E" w14:textId="77777777" w:rsidR="008204B9" w:rsidRPr="00774FBA" w:rsidRDefault="008204B9" w:rsidP="008204B9">
      <w:pPr>
        <w:pStyle w:val="Kopfzeile"/>
        <w:tabs>
          <w:tab w:val="clear" w:pos="4536"/>
          <w:tab w:val="clear" w:pos="9072"/>
        </w:tabs>
        <w:rPr>
          <w:rFonts w:ascii="Helvetica" w:hAnsi="Helvetica" w:cs="Courier New"/>
          <w:sz w:val="20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143"/>
      </w:tblGrid>
      <w:tr w:rsidR="008204B9" w:rsidRPr="00774FBA" w14:paraId="263ADBB2" w14:textId="77777777" w:rsidTr="00A40413">
        <w:trPr>
          <w:trHeight w:val="567"/>
        </w:trPr>
        <w:tc>
          <w:tcPr>
            <w:tcW w:w="9615" w:type="dxa"/>
            <w:gridSpan w:val="2"/>
          </w:tcPr>
          <w:p w14:paraId="68C69B25" w14:textId="77777777" w:rsidR="008204B9" w:rsidRPr="00774FBA" w:rsidRDefault="008204B9" w:rsidP="00A40413">
            <w:pPr>
              <w:pStyle w:val="Kopfzeile"/>
              <w:tabs>
                <w:tab w:val="clear" w:pos="4536"/>
                <w:tab w:val="clear" w:pos="9072"/>
                <w:tab w:val="left" w:pos="540"/>
              </w:tabs>
              <w:spacing w:after="120" w:line="320" w:lineRule="exact"/>
              <w:ind w:left="965" w:hanging="425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1. Name des Referenzprojektes:</w:t>
            </w:r>
            <w:r w:rsidRPr="00774FBA">
              <w:rPr>
                <w:rFonts w:ascii="Helvetica" w:hAnsi="Helvetica" w:cs="Courier New"/>
                <w:sz w:val="20"/>
              </w:rPr>
              <w:t xml:space="preserve">   </w:t>
            </w:r>
            <w:sdt>
              <w:sdtPr>
                <w:rPr>
                  <w:rFonts w:ascii="Helvetica" w:hAnsi="Helvetica" w:cs="Courier New"/>
                  <w:sz w:val="20"/>
                  <w:u w:val="single"/>
                </w:rPr>
                <w:id w:val="-137193763"/>
                <w:placeholder>
                  <w:docPart w:val="277579FF1528354FB0A8B9B9FF5F39B2"/>
                </w:placeholder>
                <w:showingPlcHdr/>
              </w:sdtPr>
              <w:sdtEndPr/>
              <w:sdtContent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sdtContent>
            </w:sdt>
          </w:p>
        </w:tc>
      </w:tr>
      <w:tr w:rsidR="008204B9" w:rsidRPr="00774FBA" w14:paraId="2F6AD3E5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3B0AFBCE" w14:textId="77777777" w:rsidR="008204B9" w:rsidRPr="00774FBA" w:rsidRDefault="008204B9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Ausführliche Beschreibung des Projekts hinsichtlich Gegenstands und Umfang</w:t>
            </w:r>
          </w:p>
        </w:tc>
      </w:tr>
      <w:tr w:rsidR="008204B9" w:rsidRPr="00774FBA" w14:paraId="0044F993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  <w:sz w:val="20"/>
              </w:rPr>
              <w:id w:val="1958520788"/>
              <w:placeholder>
                <w:docPart w:val="0BB70DAC2A1984448880C73424471E80"/>
              </w:placeholder>
              <w:showingPlcHdr/>
            </w:sdtPr>
            <w:sdtEndPr/>
            <w:sdtContent>
              <w:p w14:paraId="304FCBAA" w14:textId="77777777" w:rsidR="008204B9" w:rsidRPr="00774FBA" w:rsidRDefault="008204B9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sz w:val="20"/>
                    <w:u w:val="single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sdtContent>
          </w:sdt>
        </w:tc>
      </w:tr>
      <w:tr w:rsidR="008204B9" w:rsidRPr="00774FBA" w14:paraId="0813F487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71273472" w14:textId="77777777" w:rsidR="008204B9" w:rsidRPr="00774FBA" w:rsidRDefault="008204B9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Beschreibung der Tätigkeit und Funktion des*der Mitarbeiter*in im Rahmen des Projekts:</w:t>
            </w:r>
          </w:p>
        </w:tc>
      </w:tr>
      <w:tr w:rsidR="008204B9" w:rsidRPr="00774FBA" w14:paraId="772016A9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  <w:sz w:val="20"/>
              </w:rPr>
              <w:id w:val="-1421327918"/>
              <w:placeholder>
                <w:docPart w:val="EAEE1DC459AB824486DC8759CFFCF1CA"/>
              </w:placeholder>
              <w:showingPlcHdr/>
            </w:sdtPr>
            <w:sdtEndPr/>
            <w:sdtContent>
              <w:p w14:paraId="00988B2E" w14:textId="77777777" w:rsidR="008204B9" w:rsidRPr="00774FBA" w:rsidRDefault="008204B9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sdtContent>
          </w:sdt>
        </w:tc>
      </w:tr>
      <w:tr w:rsidR="008204B9" w:rsidRPr="00774FBA" w14:paraId="480857CA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25123F05" w14:textId="77777777" w:rsidR="008204B9" w:rsidRPr="00774FBA" w:rsidRDefault="008204B9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Leistungszeitraum:</w:t>
            </w:r>
          </w:p>
        </w:tc>
      </w:tr>
      <w:tr w:rsidR="008204B9" w:rsidRPr="00774FBA" w14:paraId="2788C720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31CCA56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</w:rPr>
              <w:t>von: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28AF294" w14:textId="77777777" w:rsidR="008204B9" w:rsidRPr="00774FBA" w:rsidRDefault="008467BC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sz w:val="20"/>
                <w:u w:val="single"/>
              </w:rPr>
            </w:pPr>
            <w:sdt>
              <w:sdtPr>
                <w:rPr>
                  <w:rFonts w:ascii="Helvetica" w:hAnsi="Helvetica" w:cs="Courier New"/>
                  <w:sz w:val="20"/>
                </w:rPr>
                <w:id w:val="1914814282"/>
                <w:placeholder>
                  <w:docPart w:val="75EFC60EEFE0D645AFB651B73ECF9194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Monat.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[Monat] </w:t>
            </w:r>
            <w:r w:rsidR="008204B9" w:rsidRPr="00774FBA">
              <w:rPr>
                <w:rFonts w:ascii="Helvetica" w:hAnsi="Helvetica" w:cs="Courier New"/>
                <w:sz w:val="20"/>
              </w:rPr>
              <w:tab/>
            </w:r>
            <w:sdt>
              <w:sdtPr>
                <w:rPr>
                  <w:rFonts w:ascii="Helvetica" w:hAnsi="Helvetica" w:cs="Courier New"/>
                  <w:sz w:val="20"/>
                </w:rPr>
                <w:id w:val="-243340953"/>
                <w:placeholder>
                  <w:docPart w:val="DE01618688EDE747B01B358915B0FD9F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Jahr.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[Jahr]</w:t>
            </w:r>
          </w:p>
        </w:tc>
      </w:tr>
      <w:tr w:rsidR="008204B9" w:rsidRPr="00774FBA" w14:paraId="68E2747F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54BD94E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bis: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9DC70DD" w14:textId="77777777" w:rsidR="008204B9" w:rsidRPr="00774FBA" w:rsidRDefault="008467BC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sz w:val="20"/>
              </w:rPr>
            </w:pPr>
            <w:sdt>
              <w:sdtPr>
                <w:rPr>
                  <w:rFonts w:ascii="Helvetica" w:hAnsi="Helvetica" w:cs="Courier New"/>
                  <w:sz w:val="20"/>
                </w:rPr>
                <w:id w:val="953669821"/>
                <w:placeholder>
                  <w:docPart w:val="8420BD8F2908554DA07309A7DD25B0D0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Monat.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[Monat] </w:t>
            </w:r>
            <w:r w:rsidR="008204B9" w:rsidRPr="00774FBA">
              <w:rPr>
                <w:rFonts w:ascii="Helvetica" w:hAnsi="Helvetica" w:cs="Courier New"/>
                <w:sz w:val="20"/>
              </w:rPr>
              <w:tab/>
            </w:r>
            <w:sdt>
              <w:sdtPr>
                <w:rPr>
                  <w:rFonts w:ascii="Helvetica" w:hAnsi="Helvetica" w:cs="Courier New"/>
                  <w:sz w:val="20"/>
                </w:rPr>
                <w:id w:val="1178699572"/>
                <w:placeholder>
                  <w:docPart w:val="05C763794D21D342BCDBB74FD26144EE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Jahr.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[Jahr]</w:t>
            </w:r>
          </w:p>
        </w:tc>
      </w:tr>
      <w:tr w:rsidR="008204B9" w:rsidRPr="00774FBA" w14:paraId="4A472F55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529C1E67" w14:textId="77777777" w:rsidR="008204B9" w:rsidRPr="00774FBA" w:rsidRDefault="008204B9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Angaben für Rückfragen:</w:t>
            </w:r>
          </w:p>
        </w:tc>
      </w:tr>
      <w:tr w:rsidR="008204B9" w:rsidRPr="00774FBA" w14:paraId="752F0817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7EFA885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</w:rPr>
              <w:t>Auftraggeber*in: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-717667824"/>
            <w:placeholder>
              <w:docPart w:val="0A0023CC6F929849A06EA6836C1B63E2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020CB96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638B05D8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85648F4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Ansprechpartner*in: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-1297595797"/>
            <w:placeholder>
              <w:docPart w:val="5F6CCF3475E6C04FB3F2E580E8E6EC27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11397004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06216462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76C18BE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Telefonnummer: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1731190719"/>
            <w:placeholder>
              <w:docPart w:val="35EB2D5D7D85E746BBD97B0622C7A961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38FE12BB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18326DDF" w14:textId="77777777" w:rsidTr="00A40413">
        <w:trPr>
          <w:trHeight w:val="567"/>
        </w:trPr>
        <w:tc>
          <w:tcPr>
            <w:tcW w:w="9615" w:type="dxa"/>
            <w:gridSpan w:val="2"/>
          </w:tcPr>
          <w:p w14:paraId="4A14ABEA" w14:textId="77777777" w:rsidR="008204B9" w:rsidRPr="00774FBA" w:rsidRDefault="008204B9" w:rsidP="00A40413">
            <w:pPr>
              <w:pStyle w:val="Kopfzeile"/>
              <w:tabs>
                <w:tab w:val="clear" w:pos="4536"/>
                <w:tab w:val="clear" w:pos="9072"/>
                <w:tab w:val="left" w:pos="540"/>
              </w:tabs>
              <w:spacing w:after="120" w:line="320" w:lineRule="exact"/>
              <w:rPr>
                <w:rFonts w:ascii="Helvetica" w:hAnsi="Helvetica" w:cs="Courier New"/>
                <w:sz w:val="20"/>
                <w:u w:val="single"/>
              </w:rPr>
            </w:pPr>
          </w:p>
          <w:p w14:paraId="1613FF36" w14:textId="77777777" w:rsidR="008204B9" w:rsidRPr="00774FBA" w:rsidRDefault="008204B9" w:rsidP="00A40413">
            <w:pPr>
              <w:pStyle w:val="Kopfzeile"/>
              <w:tabs>
                <w:tab w:val="clear" w:pos="4536"/>
                <w:tab w:val="clear" w:pos="9072"/>
                <w:tab w:val="left" w:pos="540"/>
              </w:tabs>
              <w:spacing w:after="120" w:line="320" w:lineRule="exact"/>
              <w:ind w:left="567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lastRenderedPageBreak/>
              <w:t>2. Name des Referenzprojektes:</w:t>
            </w:r>
            <w:r w:rsidRPr="00774FBA">
              <w:rPr>
                <w:rFonts w:ascii="Helvetica" w:hAnsi="Helvetica" w:cs="Courier New"/>
                <w:sz w:val="20"/>
              </w:rPr>
              <w:t xml:space="preserve">   </w:t>
            </w:r>
            <w:sdt>
              <w:sdtPr>
                <w:rPr>
                  <w:rFonts w:ascii="Helvetica" w:hAnsi="Helvetica" w:cs="Courier New"/>
                  <w:sz w:val="20"/>
                  <w:u w:val="single"/>
                </w:rPr>
                <w:id w:val="-1668940392"/>
                <w:placeholder>
                  <w:docPart w:val="AA8897053FA15246B649300C5EB2377C"/>
                </w:placeholder>
                <w:showingPlcHdr/>
              </w:sdtPr>
              <w:sdtEndPr/>
              <w:sdtContent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sdtContent>
            </w:sdt>
          </w:p>
        </w:tc>
      </w:tr>
      <w:tr w:rsidR="008204B9" w:rsidRPr="00774FBA" w14:paraId="61C9780B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61ADC0C7" w14:textId="77777777" w:rsidR="008204B9" w:rsidRPr="00774FBA" w:rsidRDefault="008204B9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lastRenderedPageBreak/>
              <w:t>Ausführliche Beschreibung des Projekts hinsichtlich Gegenstands und Umfang</w:t>
            </w:r>
          </w:p>
        </w:tc>
      </w:tr>
      <w:tr w:rsidR="008204B9" w:rsidRPr="00774FBA" w14:paraId="26E95230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  <w:sz w:val="20"/>
              </w:rPr>
              <w:id w:val="213476042"/>
              <w:placeholder>
                <w:docPart w:val="CA7D9FEAE1BD02438406D4F71B5000EE"/>
              </w:placeholder>
              <w:showingPlcHdr/>
            </w:sdtPr>
            <w:sdtEndPr/>
            <w:sdtContent>
              <w:p w14:paraId="090F3177" w14:textId="77777777" w:rsidR="008204B9" w:rsidRPr="00774FBA" w:rsidRDefault="008204B9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sz w:val="20"/>
                    <w:u w:val="single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sdtContent>
          </w:sdt>
        </w:tc>
      </w:tr>
      <w:tr w:rsidR="008204B9" w:rsidRPr="00774FBA" w14:paraId="636D0820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6002B881" w14:textId="77777777" w:rsidR="008204B9" w:rsidRPr="00774FBA" w:rsidRDefault="008204B9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Beschreibung der Tätigkeit und Funktion des*der Mitarbeiter*in im Rahmen des Projekts:</w:t>
            </w:r>
          </w:p>
        </w:tc>
      </w:tr>
      <w:tr w:rsidR="008204B9" w:rsidRPr="00774FBA" w14:paraId="17E79021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  <w:sz w:val="20"/>
              </w:rPr>
              <w:id w:val="624279816"/>
              <w:placeholder>
                <w:docPart w:val="B305250457D6FE4EA8C1FE67ABE75E21"/>
              </w:placeholder>
              <w:showingPlcHdr/>
            </w:sdtPr>
            <w:sdtEndPr/>
            <w:sdtContent>
              <w:p w14:paraId="68DD969A" w14:textId="77777777" w:rsidR="008204B9" w:rsidRPr="00774FBA" w:rsidRDefault="008204B9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sdtContent>
          </w:sdt>
        </w:tc>
      </w:tr>
      <w:tr w:rsidR="008204B9" w:rsidRPr="00774FBA" w14:paraId="38792FAA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2990F0F8" w14:textId="77777777" w:rsidR="008204B9" w:rsidRPr="00774FBA" w:rsidRDefault="008204B9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Leistungszeitraum:</w:t>
            </w:r>
          </w:p>
        </w:tc>
      </w:tr>
      <w:tr w:rsidR="008204B9" w:rsidRPr="00774FBA" w14:paraId="671D1BB5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C2650DF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</w:rPr>
              <w:t>von: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4F932C3" w14:textId="77777777" w:rsidR="008204B9" w:rsidRPr="00774FBA" w:rsidRDefault="008467BC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sz w:val="20"/>
                <w:u w:val="single"/>
              </w:rPr>
            </w:pPr>
            <w:sdt>
              <w:sdtPr>
                <w:rPr>
                  <w:rFonts w:ascii="Helvetica" w:hAnsi="Helvetica" w:cs="Courier New"/>
                  <w:sz w:val="20"/>
                </w:rPr>
                <w:id w:val="-631180977"/>
                <w:placeholder>
                  <w:docPart w:val="26A009E880DC4C4BB4114BFF028EAB91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Monat.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[Monat] </w:t>
            </w:r>
            <w:r w:rsidR="008204B9" w:rsidRPr="00774FBA">
              <w:rPr>
                <w:rFonts w:ascii="Helvetica" w:hAnsi="Helvetica" w:cs="Courier New"/>
                <w:sz w:val="20"/>
              </w:rPr>
              <w:tab/>
            </w:r>
            <w:sdt>
              <w:sdtPr>
                <w:rPr>
                  <w:rFonts w:ascii="Helvetica" w:hAnsi="Helvetica" w:cs="Courier New"/>
                  <w:sz w:val="20"/>
                </w:rPr>
                <w:id w:val="-739243340"/>
                <w:placeholder>
                  <w:docPart w:val="E567406A4D9D81489CCBF54E37F47532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Jahr.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[Jahr]</w:t>
            </w:r>
          </w:p>
        </w:tc>
      </w:tr>
      <w:tr w:rsidR="008204B9" w:rsidRPr="00774FBA" w14:paraId="316781C8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2BCE9C9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bis: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461A79A" w14:textId="77777777" w:rsidR="008204B9" w:rsidRPr="00774FBA" w:rsidRDefault="008467BC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sz w:val="20"/>
              </w:rPr>
            </w:pPr>
            <w:sdt>
              <w:sdtPr>
                <w:rPr>
                  <w:rFonts w:ascii="Helvetica" w:hAnsi="Helvetica" w:cs="Courier New"/>
                  <w:sz w:val="20"/>
                </w:rPr>
                <w:id w:val="-272012501"/>
                <w:placeholder>
                  <w:docPart w:val="D34F54D059788348BA06A759A7259AAD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Monat.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[Monat] </w:t>
            </w:r>
            <w:r w:rsidR="008204B9" w:rsidRPr="00774FBA">
              <w:rPr>
                <w:rFonts w:ascii="Helvetica" w:hAnsi="Helvetica" w:cs="Courier New"/>
                <w:sz w:val="20"/>
              </w:rPr>
              <w:tab/>
            </w:r>
            <w:sdt>
              <w:sdtPr>
                <w:rPr>
                  <w:rFonts w:ascii="Helvetica" w:hAnsi="Helvetica" w:cs="Courier New"/>
                  <w:sz w:val="20"/>
                </w:rPr>
                <w:id w:val="-1155983012"/>
                <w:placeholder>
                  <w:docPart w:val="36E7B8A850ECD44CBEEF16881EBB9C14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Jahr.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[Jahr]</w:t>
            </w:r>
          </w:p>
        </w:tc>
      </w:tr>
      <w:tr w:rsidR="008204B9" w:rsidRPr="00774FBA" w14:paraId="487DEB42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6AEAB064" w14:textId="77777777" w:rsidR="008204B9" w:rsidRPr="00774FBA" w:rsidRDefault="008204B9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Angaben für Rückfragen:</w:t>
            </w:r>
          </w:p>
        </w:tc>
      </w:tr>
      <w:tr w:rsidR="008204B9" w:rsidRPr="00774FBA" w14:paraId="3D73C6CF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1B71147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</w:rPr>
              <w:t>Auftraggeber*in: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465400249"/>
            <w:placeholder>
              <w:docPart w:val="A9F6198EA6E0F04DB3D0F20E520F9CE0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071EA385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2694DEE7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D9ED475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Ansprechpartner*in: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674536845"/>
            <w:placeholder>
              <w:docPart w:val="06DA3CF15AF9E5499BAE551422D189BA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1495D80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4E4AFF00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3810DF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Telefonnummer: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2125343241"/>
            <w:placeholder>
              <w:docPart w:val="AA386B2145C7BB44AF98DC64B873CCA1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9EC0364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6F4CF49C" w14:textId="77777777" w:rsidTr="00A40413">
        <w:trPr>
          <w:trHeight w:val="567"/>
        </w:trPr>
        <w:tc>
          <w:tcPr>
            <w:tcW w:w="9615" w:type="dxa"/>
            <w:gridSpan w:val="2"/>
          </w:tcPr>
          <w:p w14:paraId="2E257D84" w14:textId="77777777" w:rsidR="008204B9" w:rsidRPr="00774FBA" w:rsidRDefault="008204B9" w:rsidP="00A40413">
            <w:pPr>
              <w:pStyle w:val="Kopfzeile"/>
              <w:tabs>
                <w:tab w:val="clear" w:pos="4536"/>
                <w:tab w:val="clear" w:pos="9072"/>
                <w:tab w:val="left" w:pos="540"/>
              </w:tabs>
              <w:spacing w:after="120" w:line="320" w:lineRule="exact"/>
              <w:ind w:left="567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3. Name des Referenzprojektes:</w:t>
            </w:r>
            <w:r w:rsidRPr="00774FBA">
              <w:rPr>
                <w:rFonts w:ascii="Helvetica" w:hAnsi="Helvetica" w:cs="Courier New"/>
                <w:sz w:val="20"/>
              </w:rPr>
              <w:t xml:space="preserve">   </w:t>
            </w:r>
            <w:sdt>
              <w:sdtPr>
                <w:rPr>
                  <w:rFonts w:ascii="Helvetica" w:hAnsi="Helvetica" w:cs="Courier New"/>
                  <w:sz w:val="20"/>
                  <w:u w:val="single"/>
                </w:rPr>
                <w:id w:val="1217849272"/>
                <w:placeholder>
                  <w:docPart w:val="BB2988534369A64FBF97E57E5E9C508C"/>
                </w:placeholder>
                <w:showingPlcHdr/>
              </w:sdtPr>
              <w:sdtEndPr/>
              <w:sdtContent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sdtContent>
            </w:sdt>
          </w:p>
        </w:tc>
      </w:tr>
      <w:tr w:rsidR="008204B9" w:rsidRPr="00774FBA" w14:paraId="1D5475A0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765105B2" w14:textId="77777777" w:rsidR="008204B9" w:rsidRPr="00774FBA" w:rsidRDefault="008204B9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Ausführliche Beschreibung des Projekts hinsichtlich Gegenstands und Umfang</w:t>
            </w:r>
          </w:p>
        </w:tc>
      </w:tr>
      <w:tr w:rsidR="008204B9" w:rsidRPr="00774FBA" w14:paraId="1A7BA614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  <w:sz w:val="20"/>
              </w:rPr>
              <w:id w:val="-156154051"/>
              <w:placeholder>
                <w:docPart w:val="3D78D0D8CF3D2C44BC26AADD4D2930D6"/>
              </w:placeholder>
              <w:showingPlcHdr/>
            </w:sdtPr>
            <w:sdtEndPr/>
            <w:sdtContent>
              <w:p w14:paraId="4C314D9F" w14:textId="77777777" w:rsidR="008204B9" w:rsidRPr="00774FBA" w:rsidRDefault="008204B9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sz w:val="20"/>
                    <w:u w:val="single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sdtContent>
          </w:sdt>
        </w:tc>
      </w:tr>
      <w:tr w:rsidR="008204B9" w:rsidRPr="00774FBA" w14:paraId="35E3288E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149F1487" w14:textId="77777777" w:rsidR="008204B9" w:rsidRPr="00774FBA" w:rsidRDefault="008204B9" w:rsidP="00A40413">
            <w:pPr>
              <w:pStyle w:val="Kopfzeile"/>
              <w:tabs>
                <w:tab w:val="left" w:pos="54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Beschreibung der Tätigkeit und Funktion des*der Mitarbeiter*in im Rahmen des Projekts:</w:t>
            </w:r>
          </w:p>
        </w:tc>
      </w:tr>
      <w:tr w:rsidR="008204B9" w:rsidRPr="00774FBA" w14:paraId="612964D7" w14:textId="77777777" w:rsidTr="00A40413">
        <w:trPr>
          <w:trHeight w:val="567"/>
        </w:trPr>
        <w:tc>
          <w:tcPr>
            <w:tcW w:w="9615" w:type="dxa"/>
            <w:gridSpan w:val="2"/>
            <w:tcBorders>
              <w:top w:val="nil"/>
            </w:tcBorders>
          </w:tcPr>
          <w:sdt>
            <w:sdtPr>
              <w:rPr>
                <w:rFonts w:ascii="Helvetica" w:hAnsi="Helvetica" w:cs="Courier New"/>
                <w:sz w:val="20"/>
              </w:rPr>
              <w:id w:val="867492037"/>
              <w:placeholder>
                <w:docPart w:val="220C6E8BE8BE0B4EA61430EB5F9762E0"/>
              </w:placeholder>
              <w:showingPlcHdr/>
            </w:sdtPr>
            <w:sdtEndPr/>
            <w:sdtContent>
              <w:p w14:paraId="66979B30" w14:textId="77777777" w:rsidR="008204B9" w:rsidRPr="00774FBA" w:rsidRDefault="008204B9" w:rsidP="00A40413">
                <w:pPr>
                  <w:pStyle w:val="Kopfzeile"/>
                  <w:tabs>
                    <w:tab w:val="left" w:pos="540"/>
                  </w:tabs>
                  <w:spacing w:after="120" w:line="320" w:lineRule="exact"/>
                  <w:ind w:left="54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sdtContent>
          </w:sdt>
        </w:tc>
      </w:tr>
      <w:tr w:rsidR="008204B9" w:rsidRPr="00774FBA" w14:paraId="21B42C35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0C0E753C" w14:textId="77777777" w:rsidR="008204B9" w:rsidRPr="00774FBA" w:rsidRDefault="008204B9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t>Leistungszeitraum:</w:t>
            </w:r>
          </w:p>
        </w:tc>
      </w:tr>
      <w:tr w:rsidR="008204B9" w:rsidRPr="00774FBA" w14:paraId="7285868A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810A394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</w:rPr>
              <w:t>von: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16032B1" w14:textId="77777777" w:rsidR="008204B9" w:rsidRPr="00774FBA" w:rsidRDefault="008467BC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sz w:val="20"/>
                <w:u w:val="single"/>
              </w:rPr>
            </w:pPr>
            <w:sdt>
              <w:sdtPr>
                <w:rPr>
                  <w:rFonts w:ascii="Helvetica" w:hAnsi="Helvetica" w:cs="Courier New"/>
                  <w:sz w:val="20"/>
                </w:rPr>
                <w:id w:val="215544612"/>
                <w:placeholder>
                  <w:docPart w:val="2E14747FD76B1848A76909DBC2795F6D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Monat.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[Monat] </w:t>
            </w:r>
            <w:r w:rsidR="008204B9" w:rsidRPr="00774FBA">
              <w:rPr>
                <w:rFonts w:ascii="Helvetica" w:hAnsi="Helvetica" w:cs="Courier New"/>
                <w:sz w:val="20"/>
              </w:rPr>
              <w:tab/>
            </w:r>
            <w:sdt>
              <w:sdtPr>
                <w:rPr>
                  <w:rFonts w:ascii="Helvetica" w:hAnsi="Helvetica" w:cs="Courier New"/>
                  <w:sz w:val="20"/>
                </w:rPr>
                <w:id w:val="442808139"/>
                <w:placeholder>
                  <w:docPart w:val="6FCD3911C7FA464FA58A3CAFF136B351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Jahr.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[Jahr]</w:t>
            </w:r>
          </w:p>
        </w:tc>
      </w:tr>
      <w:tr w:rsidR="008204B9" w:rsidRPr="00774FBA" w14:paraId="54120492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7875EF6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bis: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F52BC63" w14:textId="77777777" w:rsidR="008204B9" w:rsidRPr="00774FBA" w:rsidRDefault="008467BC" w:rsidP="00A40413">
            <w:pPr>
              <w:pStyle w:val="Kopfzeile"/>
              <w:tabs>
                <w:tab w:val="left" w:pos="551"/>
                <w:tab w:val="left" w:pos="3960"/>
                <w:tab w:val="left" w:leader="dot" w:pos="5103"/>
                <w:tab w:val="left" w:pos="5400"/>
                <w:tab w:val="left" w:pos="6480"/>
                <w:tab w:val="left" w:leader="dot" w:pos="7560"/>
                <w:tab w:val="left" w:pos="7920"/>
              </w:tabs>
              <w:spacing w:after="120" w:line="320" w:lineRule="exact"/>
              <w:ind w:left="875"/>
              <w:rPr>
                <w:rFonts w:ascii="Helvetica" w:hAnsi="Helvetica" w:cs="Courier New"/>
                <w:sz w:val="20"/>
              </w:rPr>
            </w:pPr>
            <w:sdt>
              <w:sdtPr>
                <w:rPr>
                  <w:rFonts w:ascii="Helvetica" w:hAnsi="Helvetica" w:cs="Courier New"/>
                  <w:sz w:val="20"/>
                </w:rPr>
                <w:id w:val="382449123"/>
                <w:placeholder>
                  <w:docPart w:val="678EAC5D8EC9F64781D8E1CD7883F6B3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Monat.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[Monat] </w:t>
            </w:r>
            <w:r w:rsidR="008204B9" w:rsidRPr="00774FBA">
              <w:rPr>
                <w:rFonts w:ascii="Helvetica" w:hAnsi="Helvetica" w:cs="Courier New"/>
                <w:sz w:val="20"/>
              </w:rPr>
              <w:tab/>
            </w:r>
            <w:sdt>
              <w:sdtPr>
                <w:rPr>
                  <w:rFonts w:ascii="Helvetica" w:hAnsi="Helvetica" w:cs="Courier New"/>
                  <w:sz w:val="20"/>
                </w:rPr>
                <w:id w:val="909352918"/>
                <w:placeholder>
                  <w:docPart w:val="4FE3EAAF0DC265458CF1030E988978DA"/>
                </w:placeholder>
                <w:showingPlcHdr/>
                <w:text/>
              </w:sdtPr>
              <w:sdtEndPr/>
              <w:sdtContent>
                <w:r w:rsidR="008204B9"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Jahr.</w:t>
                </w:r>
              </w:sdtContent>
            </w:sdt>
            <w:r w:rsidR="008204B9" w:rsidRPr="00774FBA">
              <w:rPr>
                <w:rFonts w:ascii="Helvetica" w:hAnsi="Helvetica" w:cs="Courier New"/>
                <w:sz w:val="20"/>
              </w:rPr>
              <w:t xml:space="preserve"> [Jahr]</w:t>
            </w:r>
          </w:p>
        </w:tc>
      </w:tr>
      <w:tr w:rsidR="008204B9" w:rsidRPr="00774FBA" w14:paraId="69BABCD2" w14:textId="77777777" w:rsidTr="00A40413">
        <w:trPr>
          <w:trHeight w:val="567"/>
        </w:trPr>
        <w:tc>
          <w:tcPr>
            <w:tcW w:w="9615" w:type="dxa"/>
            <w:gridSpan w:val="2"/>
            <w:tcBorders>
              <w:bottom w:val="nil"/>
            </w:tcBorders>
          </w:tcPr>
          <w:p w14:paraId="52463060" w14:textId="77777777" w:rsidR="008204B9" w:rsidRPr="00774FBA" w:rsidRDefault="008204B9" w:rsidP="00A40413">
            <w:pPr>
              <w:pStyle w:val="Kopfzeile"/>
              <w:tabs>
                <w:tab w:val="left" w:pos="551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  <w:u w:val="single"/>
              </w:rPr>
              <w:lastRenderedPageBreak/>
              <w:t>Angaben für Rückfragen:</w:t>
            </w:r>
          </w:p>
        </w:tc>
      </w:tr>
      <w:tr w:rsidR="008204B9" w:rsidRPr="00774FBA" w14:paraId="71ADEEC4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BEABE59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  <w:u w:val="single"/>
              </w:rPr>
            </w:pPr>
            <w:r w:rsidRPr="00774FBA">
              <w:rPr>
                <w:rFonts w:ascii="Helvetica" w:hAnsi="Helvetica" w:cs="Courier New"/>
                <w:sz w:val="20"/>
              </w:rPr>
              <w:t>Auftraggeber*in: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839664966"/>
            <w:placeholder>
              <w:docPart w:val="465792EF537131448932D506F10C4910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3795320D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18E2F754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8ADD16F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Ansprechpartner*in: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-180207139"/>
            <w:placeholder>
              <w:docPart w:val="D9713F9FE6E5DA4194A39BE94BB60A59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p w14:paraId="7F486F4E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  <w:tr w:rsidR="008204B9" w:rsidRPr="00774FBA" w14:paraId="76870C3E" w14:textId="77777777" w:rsidTr="00A40413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370BE2" w14:textId="77777777" w:rsidR="008204B9" w:rsidRPr="00774FBA" w:rsidRDefault="008204B9" w:rsidP="00A40413">
            <w:pPr>
              <w:pStyle w:val="Kopfzeile"/>
              <w:tabs>
                <w:tab w:val="left" w:pos="551"/>
                <w:tab w:val="left" w:pos="3960"/>
                <w:tab w:val="left" w:leader="dot" w:pos="7560"/>
              </w:tabs>
              <w:spacing w:after="120" w:line="320" w:lineRule="exact"/>
              <w:ind w:left="540"/>
              <w:rPr>
                <w:rFonts w:ascii="Helvetica" w:hAnsi="Helvetica" w:cs="Courier New"/>
                <w:sz w:val="20"/>
              </w:rPr>
            </w:pPr>
            <w:r w:rsidRPr="00774FBA">
              <w:rPr>
                <w:rFonts w:ascii="Helvetica" w:hAnsi="Helvetica" w:cs="Courier New"/>
                <w:sz w:val="20"/>
              </w:rPr>
              <w:t>Telefonnummer:</w:t>
            </w:r>
          </w:p>
        </w:tc>
        <w:sdt>
          <w:sdtPr>
            <w:rPr>
              <w:rFonts w:ascii="Helvetica" w:hAnsi="Helvetica" w:cs="Courier New"/>
              <w:sz w:val="20"/>
            </w:rPr>
            <w:id w:val="504642141"/>
            <w:placeholder>
              <w:docPart w:val="D037D1555A94BF46983C69FE760C971F"/>
            </w:placeholder>
            <w:showingPlcHdr/>
          </w:sdtPr>
          <w:sdtEndPr/>
          <w:sdtContent>
            <w:tc>
              <w:tcPr>
                <w:tcW w:w="6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18CFCA0D" w14:textId="77777777" w:rsidR="008204B9" w:rsidRPr="00774FBA" w:rsidRDefault="008204B9" w:rsidP="00A40413">
                <w:pPr>
                  <w:pStyle w:val="Kopfzeile"/>
                  <w:tabs>
                    <w:tab w:val="left" w:pos="551"/>
                    <w:tab w:val="left" w:pos="3960"/>
                    <w:tab w:val="left" w:leader="dot" w:pos="7560"/>
                  </w:tabs>
                  <w:spacing w:after="120" w:line="320" w:lineRule="exact"/>
                  <w:ind w:left="860"/>
                  <w:rPr>
                    <w:rFonts w:ascii="Helvetica" w:hAnsi="Helvetica" w:cs="Courier New"/>
                    <w:sz w:val="20"/>
                  </w:rPr>
                </w:pPr>
                <w:r w:rsidRPr="00774FBA">
                  <w:rPr>
                    <w:rStyle w:val="Platzhaltertext"/>
                    <w:rFonts w:ascii="Helvetica" w:hAnsi="Helvetica" w:cs="Courier New"/>
                    <w:sz w:val="20"/>
                  </w:rPr>
                  <w:t>Klicken Sie hier, um Text einzugeben.</w:t>
                </w:r>
              </w:p>
            </w:tc>
          </w:sdtContent>
        </w:sdt>
      </w:tr>
    </w:tbl>
    <w:p w14:paraId="35ED9737" w14:textId="77777777" w:rsidR="008204B9" w:rsidRPr="00774FBA" w:rsidRDefault="008204B9" w:rsidP="008204B9">
      <w:pPr>
        <w:pStyle w:val="LV-Text"/>
        <w:rPr>
          <w:rFonts w:ascii="Helvetica" w:hAnsi="Helvetica" w:cs="Courier New"/>
          <w:color w:val="000000"/>
        </w:rPr>
      </w:pPr>
    </w:p>
    <w:p w14:paraId="76CEFA02" w14:textId="77777777" w:rsidR="008204B9" w:rsidRPr="00774FBA" w:rsidRDefault="008204B9" w:rsidP="008204B9">
      <w:pPr>
        <w:pStyle w:val="LV-Text"/>
        <w:rPr>
          <w:rFonts w:ascii="Helvetica" w:hAnsi="Helvetica" w:cs="Courier New"/>
          <w:color w:val="000000"/>
        </w:rPr>
      </w:pPr>
    </w:p>
    <w:p w14:paraId="7D5A278B" w14:textId="77777777" w:rsidR="008204B9" w:rsidRPr="00774FBA" w:rsidRDefault="008204B9" w:rsidP="008204B9">
      <w:pPr>
        <w:pStyle w:val="LV-Text"/>
        <w:spacing w:after="240" w:line="360" w:lineRule="auto"/>
        <w:rPr>
          <w:rFonts w:ascii="Helvetica" w:hAnsi="Helvetica" w:cs="Courier New"/>
          <w:color w:val="000000"/>
        </w:rPr>
      </w:pPr>
      <w:r w:rsidRPr="00774FBA">
        <w:rPr>
          <w:rFonts w:ascii="Helvetica" w:hAnsi="Helvetica" w:cs="Courier New"/>
          <w:color w:val="000000"/>
        </w:rPr>
        <w:t>Auf Verlangen der Auftraggeberin werde ich entsprechende Nachweise (Abnahmeerklärungen/Abnahmebescheinigungen/Abnahmeprotokolle) vorlegen.</w:t>
      </w:r>
    </w:p>
    <w:p w14:paraId="06ABF344" w14:textId="77777777" w:rsidR="008204B9" w:rsidRPr="00774FBA" w:rsidRDefault="008204B9" w:rsidP="008204B9">
      <w:pPr>
        <w:pStyle w:val="LV-Text"/>
        <w:rPr>
          <w:rFonts w:ascii="Helvetica" w:hAnsi="Helvetica" w:cs="Courier New"/>
          <w:color w:val="000000"/>
        </w:rPr>
      </w:pPr>
    </w:p>
    <w:p w14:paraId="0DA01D3F" w14:textId="77777777" w:rsidR="008204B9" w:rsidRPr="00774FBA" w:rsidRDefault="008204B9" w:rsidP="008204B9">
      <w:pPr>
        <w:pStyle w:val="LV-Text"/>
        <w:rPr>
          <w:rFonts w:ascii="Helvetica" w:hAnsi="Helvetica" w:cs="Courier New"/>
          <w:color w:val="000000"/>
        </w:rPr>
      </w:pPr>
    </w:p>
    <w:p w14:paraId="528EAD70" w14:textId="77777777" w:rsidR="008204B9" w:rsidRPr="00774FBA" w:rsidRDefault="008204B9" w:rsidP="008204B9">
      <w:pPr>
        <w:rPr>
          <w:rFonts w:ascii="Helvetica" w:hAnsi="Helvetica" w:cs="Courier New"/>
          <w:sz w:val="20"/>
          <w:szCs w:val="20"/>
        </w:rPr>
      </w:pPr>
      <w:r w:rsidRPr="00774FBA">
        <w:rPr>
          <w:rFonts w:ascii="Helvetica" w:hAnsi="Helvetica" w:cs="Courier New"/>
          <w:sz w:val="20"/>
          <w:szCs w:val="20"/>
        </w:rPr>
        <w:t xml:space="preserve">_______________________________________________________________ </w:t>
      </w:r>
    </w:p>
    <w:p w14:paraId="46A07A54" w14:textId="77777777" w:rsidR="008204B9" w:rsidRPr="00774FBA" w:rsidRDefault="008204B9" w:rsidP="008204B9">
      <w:pPr>
        <w:tabs>
          <w:tab w:val="right" w:pos="7560"/>
        </w:tabs>
        <w:rPr>
          <w:rFonts w:ascii="Helvetica" w:hAnsi="Helvetica" w:cs="Courier New"/>
          <w:sz w:val="20"/>
          <w:szCs w:val="20"/>
        </w:rPr>
      </w:pPr>
      <w:r w:rsidRPr="00774FBA">
        <w:rPr>
          <w:rFonts w:ascii="Helvetica" w:hAnsi="Helvetica" w:cs="Courier New"/>
          <w:sz w:val="20"/>
          <w:szCs w:val="20"/>
        </w:rPr>
        <w:t>Ort, Datum</w:t>
      </w:r>
      <w:r w:rsidRPr="00774FBA">
        <w:rPr>
          <w:rFonts w:ascii="Helvetica" w:hAnsi="Helvetica" w:cs="Courier New"/>
          <w:sz w:val="20"/>
          <w:szCs w:val="20"/>
        </w:rPr>
        <w:tab/>
        <w:t xml:space="preserve">Rechtsverbindliche Unterschrift/en </w:t>
      </w:r>
    </w:p>
    <w:p w14:paraId="58C640C8" w14:textId="320877DE" w:rsidR="00DD7759" w:rsidRPr="00774FBA" w:rsidRDefault="00DD7759" w:rsidP="008204B9">
      <w:pPr>
        <w:rPr>
          <w:rFonts w:ascii="Helvetica" w:hAnsi="Helvetica"/>
        </w:rPr>
      </w:pPr>
    </w:p>
    <w:sectPr w:rsidR="00DD7759" w:rsidRPr="00774FBA" w:rsidSect="008204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6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71E74" w14:textId="77777777" w:rsidR="008204B9" w:rsidRDefault="008204B9" w:rsidP="00DD7759">
      <w:r>
        <w:separator/>
      </w:r>
    </w:p>
  </w:endnote>
  <w:endnote w:type="continuationSeparator" w:id="0">
    <w:p w14:paraId="5F5D605C" w14:textId="77777777" w:rsidR="008204B9" w:rsidRDefault="008204B9" w:rsidP="00DD7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B4438" w14:textId="77777777" w:rsidR="00D05E8A" w:rsidRDefault="00D05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EBAB04" w14:paraId="35590C7D" w14:textId="77777777" w:rsidTr="5EEBAB04">
      <w:trPr>
        <w:trHeight w:val="300"/>
      </w:trPr>
      <w:tc>
        <w:tcPr>
          <w:tcW w:w="3020" w:type="dxa"/>
        </w:tcPr>
        <w:p w14:paraId="5807A7A6" w14:textId="77777777" w:rsidR="5EEBAB04" w:rsidRDefault="5EEBAB04" w:rsidP="5EEBAB04">
          <w:pPr>
            <w:pStyle w:val="Kopfzeile"/>
            <w:ind w:left="-115"/>
          </w:pPr>
        </w:p>
      </w:tc>
      <w:tc>
        <w:tcPr>
          <w:tcW w:w="3020" w:type="dxa"/>
        </w:tcPr>
        <w:p w14:paraId="38B7818B" w14:textId="77777777" w:rsidR="5EEBAB04" w:rsidRDefault="5EEBAB04" w:rsidP="5EEBAB04">
          <w:pPr>
            <w:pStyle w:val="Kopfzeile"/>
            <w:jc w:val="center"/>
          </w:pPr>
        </w:p>
      </w:tc>
      <w:tc>
        <w:tcPr>
          <w:tcW w:w="3020" w:type="dxa"/>
        </w:tcPr>
        <w:p w14:paraId="72F17D19" w14:textId="77777777" w:rsidR="5EEBAB04" w:rsidRDefault="5EEBAB04" w:rsidP="5EEBAB04">
          <w:pPr>
            <w:pStyle w:val="Kopfzeile"/>
            <w:ind w:right="-115"/>
            <w:jc w:val="right"/>
          </w:pPr>
        </w:p>
      </w:tc>
    </w:tr>
  </w:tbl>
  <w:p w14:paraId="3440DA2C" w14:textId="77777777" w:rsidR="5EEBAB04" w:rsidRDefault="5EEBAB04" w:rsidP="5EEBAB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6E64C" w14:textId="77777777" w:rsidR="00D05E8A" w:rsidRDefault="00D05E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8E666" w14:textId="77777777" w:rsidR="008204B9" w:rsidRDefault="008204B9" w:rsidP="00DD7759">
      <w:r>
        <w:separator/>
      </w:r>
    </w:p>
  </w:footnote>
  <w:footnote w:type="continuationSeparator" w:id="0">
    <w:p w14:paraId="40C78C07" w14:textId="77777777" w:rsidR="008204B9" w:rsidRDefault="008204B9" w:rsidP="00DD7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BCB2E" w14:textId="77777777" w:rsidR="00D05E8A" w:rsidRDefault="00D05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3A25C" w14:textId="77777777" w:rsidR="00DD7759" w:rsidRDefault="0047178F" w:rsidP="00D05E8A">
    <w:pPr>
      <w:pStyle w:val="Kopfzeile"/>
      <w:tabs>
        <w:tab w:val="clear" w:pos="4536"/>
        <w:tab w:val="clear" w:pos="9072"/>
        <w:tab w:val="left" w:pos="1209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2D21153B" wp14:editId="69385425">
          <wp:simplePos x="0" y="0"/>
          <wp:positionH relativeFrom="column">
            <wp:posOffset>-923876</wp:posOffset>
          </wp:positionH>
          <wp:positionV relativeFrom="paragraph">
            <wp:posOffset>-450215</wp:posOffset>
          </wp:positionV>
          <wp:extent cx="7571740" cy="1188720"/>
          <wp:effectExtent l="0" t="0" r="0" b="0"/>
          <wp:wrapNone/>
          <wp:docPr id="7" name="Bild 7" descr="Eine Grafik, die die Kopzeile des Dokuments anzeigt. Links oben zu sehen ist das RBX-Logo und rechts oben das sekundäre Logo mit dem Schriftzug “Connected through Music“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7" descr="Eine Grafik, die die Kopzeile des Dokuments anzeigt. Links oben zu sehen ist das RBX-Logo und rechts oben das sekundäre Logo mit dem Schriftzug “Connected through Music“.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893"/>
                  <a:stretch/>
                </pic:blipFill>
                <pic:spPr bwMode="auto">
                  <a:xfrm>
                    <a:off x="0" y="0"/>
                    <a:ext cx="75717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E8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6D1CC" w14:textId="77777777" w:rsidR="00D05E8A" w:rsidRDefault="00D05E8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4B9"/>
    <w:rsid w:val="000332DB"/>
    <w:rsid w:val="00043AE1"/>
    <w:rsid w:val="00047999"/>
    <w:rsid w:val="000560BC"/>
    <w:rsid w:val="00095727"/>
    <w:rsid w:val="00116DDE"/>
    <w:rsid w:val="0012599C"/>
    <w:rsid w:val="001350B7"/>
    <w:rsid w:val="001735D3"/>
    <w:rsid w:val="00192BAE"/>
    <w:rsid w:val="001B2552"/>
    <w:rsid w:val="001E2A76"/>
    <w:rsid w:val="001E46FA"/>
    <w:rsid w:val="002E6FE6"/>
    <w:rsid w:val="002F56F9"/>
    <w:rsid w:val="003B048D"/>
    <w:rsid w:val="003C1707"/>
    <w:rsid w:val="00413F20"/>
    <w:rsid w:val="00417BD8"/>
    <w:rsid w:val="00441BDA"/>
    <w:rsid w:val="00450550"/>
    <w:rsid w:val="0047178F"/>
    <w:rsid w:val="00487B0C"/>
    <w:rsid w:val="004C5248"/>
    <w:rsid w:val="00582C9C"/>
    <w:rsid w:val="00584497"/>
    <w:rsid w:val="005E0ED3"/>
    <w:rsid w:val="006D5637"/>
    <w:rsid w:val="00701199"/>
    <w:rsid w:val="00774FBA"/>
    <w:rsid w:val="007754AF"/>
    <w:rsid w:val="008204B9"/>
    <w:rsid w:val="0082195D"/>
    <w:rsid w:val="0083330D"/>
    <w:rsid w:val="008963F8"/>
    <w:rsid w:val="008B028F"/>
    <w:rsid w:val="009174E5"/>
    <w:rsid w:val="00995CE6"/>
    <w:rsid w:val="00A51BA7"/>
    <w:rsid w:val="00AA2A7C"/>
    <w:rsid w:val="00B239A5"/>
    <w:rsid w:val="00BB667F"/>
    <w:rsid w:val="00C1638A"/>
    <w:rsid w:val="00C40AC3"/>
    <w:rsid w:val="00C51053"/>
    <w:rsid w:val="00C84307"/>
    <w:rsid w:val="00C90BCA"/>
    <w:rsid w:val="00CC26BD"/>
    <w:rsid w:val="00D05E8A"/>
    <w:rsid w:val="00D32A86"/>
    <w:rsid w:val="00D80BDE"/>
    <w:rsid w:val="00DD7759"/>
    <w:rsid w:val="00E3238B"/>
    <w:rsid w:val="00E33DEE"/>
    <w:rsid w:val="00EB0F1C"/>
    <w:rsid w:val="00FB4D17"/>
    <w:rsid w:val="5EEB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52B1B"/>
  <w15:chartTrackingRefBased/>
  <w15:docId w15:val="{A2D793E3-2478-834D-8810-78F67C930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alibri" w:hAnsi="Courier New" w:cs="Times New Roman"/>
        <w:sz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Alt+TT"/>
    <w:qFormat/>
    <w:rsid w:val="008204B9"/>
    <w:rPr>
      <w:rFonts w:ascii="Arial" w:eastAsia="Times New Roman" w:hAnsi="Arial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DD7759"/>
    <w:pPr>
      <w:tabs>
        <w:tab w:val="center" w:pos="4536"/>
        <w:tab w:val="right" w:pos="9072"/>
      </w:tabs>
    </w:pPr>
    <w:rPr>
      <w:rFonts w:ascii="Courier New" w:eastAsia="Calibri" w:hAnsi="Courier New"/>
      <w:szCs w:val="20"/>
    </w:rPr>
  </w:style>
  <w:style w:type="character" w:customStyle="1" w:styleId="KopfzeileZchn">
    <w:name w:val="Kopfzeile Zchn"/>
    <w:basedOn w:val="Absatz-Standardschriftart"/>
    <w:link w:val="Kopfzeile"/>
    <w:rsid w:val="00DD7759"/>
  </w:style>
  <w:style w:type="paragraph" w:styleId="Fuzeile">
    <w:name w:val="footer"/>
    <w:basedOn w:val="Standard"/>
    <w:link w:val="FuzeileZchn"/>
    <w:uiPriority w:val="99"/>
    <w:unhideWhenUsed/>
    <w:rsid w:val="00DD7759"/>
    <w:pPr>
      <w:tabs>
        <w:tab w:val="center" w:pos="4536"/>
        <w:tab w:val="right" w:pos="9072"/>
      </w:tabs>
    </w:pPr>
    <w:rPr>
      <w:rFonts w:ascii="Courier New" w:eastAsia="Calibri" w:hAnsi="Courier New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DD7759"/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tzhaltertext">
    <w:name w:val="Placeholder Text"/>
    <w:basedOn w:val="Absatz-Standardschriftart"/>
    <w:uiPriority w:val="99"/>
    <w:semiHidden/>
    <w:rsid w:val="008204B9"/>
    <w:rPr>
      <w:color w:val="808080"/>
    </w:rPr>
  </w:style>
  <w:style w:type="paragraph" w:customStyle="1" w:styleId="LV-Text">
    <w:name w:val="LV-Text"/>
    <w:rsid w:val="008204B9"/>
    <w:pPr>
      <w:autoSpaceDE w:val="0"/>
      <w:autoSpaceDN w:val="0"/>
      <w:adjustRightInd w:val="0"/>
    </w:pPr>
    <w:rPr>
      <w:rFonts w:ascii="Arial" w:eastAsia="Times New Roman" w:hAnsi="Arial" w:cs="Arial"/>
      <w:sz w:val="20"/>
    </w:rPr>
  </w:style>
  <w:style w:type="paragraph" w:customStyle="1" w:styleId="paragraph">
    <w:name w:val="paragraph"/>
    <w:basedOn w:val="Standard"/>
    <w:rsid w:val="00413F20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ristianhaasen/Library/Group%20Containers/UBF8T346G9.Office/User%20Content.localized/Templates.localized/RBX_Briefp_02%20nur%20Logo%20Kopfzei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77579FF1528354FB0A8B9B9FF5F39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AF0B84-3ECF-9749-91DE-F19F8BA70A59}"/>
      </w:docPartPr>
      <w:docPartBody>
        <w:p w:rsidR="00BD0652" w:rsidRDefault="00BD0652" w:rsidP="00BD0652">
          <w:pPr>
            <w:pStyle w:val="277579FF1528354FB0A8B9B9FF5F39B2"/>
          </w:pPr>
          <w:r w:rsidRPr="00F9440D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BB70DAC2A1984448880C73424471E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3E34EC-2293-AB4C-92FA-78CE8B460177}"/>
      </w:docPartPr>
      <w:docPartBody>
        <w:p w:rsidR="00BD0652" w:rsidRDefault="00BD0652" w:rsidP="00BD0652">
          <w:pPr>
            <w:pStyle w:val="0BB70DAC2A1984448880C73424471E80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AEE1DC459AB824486DC8759CFFCF1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EADD25-21EA-1540-9F79-357852DCE93B}"/>
      </w:docPartPr>
      <w:docPartBody>
        <w:p w:rsidR="00BD0652" w:rsidRDefault="00BD0652" w:rsidP="00BD0652">
          <w:pPr>
            <w:pStyle w:val="EAEE1DC459AB824486DC8759CFFCF1CA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5EFC60EEFE0D645AFB651B73ECF91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20E34E-6110-5347-9295-C34B9122C9F7}"/>
      </w:docPartPr>
      <w:docPartBody>
        <w:p w:rsidR="00BD0652" w:rsidRDefault="00BD0652" w:rsidP="00BD0652">
          <w:pPr>
            <w:pStyle w:val="75EFC60EEFE0D645AFB651B73ECF9194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DE01618688EDE747B01B358915B0FD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435CB5-84DE-5D4F-BCCE-6AED0547507B}"/>
      </w:docPartPr>
      <w:docPartBody>
        <w:p w:rsidR="00BD0652" w:rsidRDefault="00BD0652" w:rsidP="00BD0652">
          <w:pPr>
            <w:pStyle w:val="DE01618688EDE747B01B358915B0FD9F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8420BD8F2908554DA07309A7DD25B0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E61519-F7CF-C44A-A2F9-83776B7BEF26}"/>
      </w:docPartPr>
      <w:docPartBody>
        <w:p w:rsidR="00BD0652" w:rsidRDefault="00BD0652" w:rsidP="00BD0652">
          <w:pPr>
            <w:pStyle w:val="8420BD8F2908554DA07309A7DD25B0D0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05C763794D21D342BCDBB74FD26144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D7CECE-819B-3448-BE38-226731834324}"/>
      </w:docPartPr>
      <w:docPartBody>
        <w:p w:rsidR="00BD0652" w:rsidRDefault="00BD0652" w:rsidP="00BD0652">
          <w:pPr>
            <w:pStyle w:val="05C763794D21D342BCDBB74FD26144EE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0A0023CC6F929849A06EA6836C1B6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31090F-13ED-DE4C-A116-5701D496562B}"/>
      </w:docPartPr>
      <w:docPartBody>
        <w:p w:rsidR="00BD0652" w:rsidRDefault="00BD0652" w:rsidP="00BD0652">
          <w:pPr>
            <w:pStyle w:val="0A0023CC6F929849A06EA6836C1B63E2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F6CCF3475E6C04FB3F2E580E8E6EC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1E99CE-D881-FB4C-96A8-D24CBF007784}"/>
      </w:docPartPr>
      <w:docPartBody>
        <w:p w:rsidR="00BD0652" w:rsidRDefault="00BD0652" w:rsidP="00BD0652">
          <w:pPr>
            <w:pStyle w:val="5F6CCF3475E6C04FB3F2E580E8E6EC27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5EB2D5D7D85E746BBD97B0622C7A9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12CF95-239A-2948-9B14-04B29D88E47C}"/>
      </w:docPartPr>
      <w:docPartBody>
        <w:p w:rsidR="00BD0652" w:rsidRDefault="00BD0652" w:rsidP="00BD0652">
          <w:pPr>
            <w:pStyle w:val="35EB2D5D7D85E746BBD97B0622C7A961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A8897053FA15246B649300C5EB237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91AFD-92DA-AD4F-B9D5-332EAD891635}"/>
      </w:docPartPr>
      <w:docPartBody>
        <w:p w:rsidR="00BD0652" w:rsidRDefault="00BD0652" w:rsidP="00BD0652">
          <w:pPr>
            <w:pStyle w:val="AA8897053FA15246B649300C5EB2377C"/>
          </w:pPr>
          <w:r w:rsidRPr="00F9440D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A7D9FEAE1BD02438406D4F71B5000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C79732-8EB5-B346-96C4-43519C08C0D5}"/>
      </w:docPartPr>
      <w:docPartBody>
        <w:p w:rsidR="00BD0652" w:rsidRDefault="00BD0652" w:rsidP="00BD0652">
          <w:pPr>
            <w:pStyle w:val="CA7D9FEAE1BD02438406D4F71B5000EE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305250457D6FE4EA8C1FE67ABE75E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A2C5B4-E361-6C41-A81F-0DB33A8073E5}"/>
      </w:docPartPr>
      <w:docPartBody>
        <w:p w:rsidR="00BD0652" w:rsidRDefault="00BD0652" w:rsidP="00BD0652">
          <w:pPr>
            <w:pStyle w:val="B305250457D6FE4EA8C1FE67ABE75E21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6A009E880DC4C4BB4114BFF028EAB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9F980D-1622-2545-9C5A-92F9FA7CAE36}"/>
      </w:docPartPr>
      <w:docPartBody>
        <w:p w:rsidR="00BD0652" w:rsidRDefault="00BD0652" w:rsidP="00BD0652">
          <w:pPr>
            <w:pStyle w:val="26A009E880DC4C4BB4114BFF028EAB91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E567406A4D9D81489CCBF54E37F475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50828F-B4A6-2A46-BC7E-AC2E57EC2650}"/>
      </w:docPartPr>
      <w:docPartBody>
        <w:p w:rsidR="00BD0652" w:rsidRDefault="00BD0652" w:rsidP="00BD0652">
          <w:pPr>
            <w:pStyle w:val="E567406A4D9D81489CCBF54E37F47532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D34F54D059788348BA06A759A7259A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63ED9F-7B8A-FF42-ABBB-7698E6B49B40}"/>
      </w:docPartPr>
      <w:docPartBody>
        <w:p w:rsidR="00BD0652" w:rsidRDefault="00BD0652" w:rsidP="00BD0652">
          <w:pPr>
            <w:pStyle w:val="D34F54D059788348BA06A759A7259AAD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36E7B8A850ECD44CBEEF16881EBB9C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4D0DA3-BB06-4542-A347-10C13E1EE5D6}"/>
      </w:docPartPr>
      <w:docPartBody>
        <w:p w:rsidR="00BD0652" w:rsidRDefault="00BD0652" w:rsidP="00BD0652">
          <w:pPr>
            <w:pStyle w:val="36E7B8A850ECD44CBEEF16881EBB9C14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A9F6198EA6E0F04DB3D0F20E520F9C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E66E5F-E599-844B-9246-2D47393C0EE4}"/>
      </w:docPartPr>
      <w:docPartBody>
        <w:p w:rsidR="00BD0652" w:rsidRDefault="00BD0652" w:rsidP="00BD0652">
          <w:pPr>
            <w:pStyle w:val="A9F6198EA6E0F04DB3D0F20E520F9CE0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6DA3CF15AF9E5499BAE551422D189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EBECC0-03EA-8748-BC38-D23AC112DD06}"/>
      </w:docPartPr>
      <w:docPartBody>
        <w:p w:rsidR="00BD0652" w:rsidRDefault="00BD0652" w:rsidP="00BD0652">
          <w:pPr>
            <w:pStyle w:val="06DA3CF15AF9E5499BAE551422D189BA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A386B2145C7BB44AF98DC64B873CC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62A0E8-147A-8740-A1F9-51913493A61D}"/>
      </w:docPartPr>
      <w:docPartBody>
        <w:p w:rsidR="00BD0652" w:rsidRDefault="00BD0652" w:rsidP="00BD0652">
          <w:pPr>
            <w:pStyle w:val="AA386B2145C7BB44AF98DC64B873CCA1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B2988534369A64FBF97E57E5E9C50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240EB1-66E8-AD40-ABE6-7E85A16871EF}"/>
      </w:docPartPr>
      <w:docPartBody>
        <w:p w:rsidR="00BD0652" w:rsidRDefault="00BD0652" w:rsidP="00BD0652">
          <w:pPr>
            <w:pStyle w:val="BB2988534369A64FBF97E57E5E9C508C"/>
          </w:pPr>
          <w:r w:rsidRPr="00F9440D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D78D0D8CF3D2C44BC26AADD4D2930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FB44C0-FFBE-F646-9D93-799256113DD5}"/>
      </w:docPartPr>
      <w:docPartBody>
        <w:p w:rsidR="00BD0652" w:rsidRDefault="00BD0652" w:rsidP="00BD0652">
          <w:pPr>
            <w:pStyle w:val="3D78D0D8CF3D2C44BC26AADD4D2930D6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20C6E8BE8BE0B4EA61430EB5F9762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AD9C45-2ACF-B846-8EC2-2B34FD1AE4A4}"/>
      </w:docPartPr>
      <w:docPartBody>
        <w:p w:rsidR="00BD0652" w:rsidRDefault="00BD0652" w:rsidP="00BD0652">
          <w:pPr>
            <w:pStyle w:val="220C6E8BE8BE0B4EA61430EB5F9762E0"/>
          </w:pPr>
          <w:r w:rsidRPr="005627D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E14747FD76B1848A76909DBC2795F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1D6187-BFD8-D945-8C7A-C71A680954A7}"/>
      </w:docPartPr>
      <w:docPartBody>
        <w:p w:rsidR="00BD0652" w:rsidRDefault="00BD0652" w:rsidP="00BD0652">
          <w:pPr>
            <w:pStyle w:val="2E14747FD76B1848A76909DBC2795F6D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6FCD3911C7FA464FA58A3CAFF136B3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6F68F4-EB8E-5B4F-BDC9-E46586E04228}"/>
      </w:docPartPr>
      <w:docPartBody>
        <w:p w:rsidR="00BD0652" w:rsidRDefault="00BD0652" w:rsidP="00BD0652">
          <w:pPr>
            <w:pStyle w:val="6FCD3911C7FA464FA58A3CAFF136B351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678EAC5D8EC9F64781D8E1CD7883F6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E1ADF2-8A7B-5D47-879C-16EDFC23C5FA}"/>
      </w:docPartPr>
      <w:docPartBody>
        <w:p w:rsidR="00BD0652" w:rsidRDefault="00BD0652" w:rsidP="00BD0652">
          <w:pPr>
            <w:pStyle w:val="678EAC5D8EC9F64781D8E1CD7883F6B3"/>
          </w:pPr>
          <w:r>
            <w:rPr>
              <w:rStyle w:val="Platzhaltertext"/>
              <w:sz w:val="20"/>
              <w:szCs w:val="20"/>
            </w:rPr>
            <w:t>Monat.</w:t>
          </w:r>
        </w:p>
      </w:docPartBody>
    </w:docPart>
    <w:docPart>
      <w:docPartPr>
        <w:name w:val="4FE3EAAF0DC265458CF1030E988978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EBF08B-1573-754D-9955-D16D5800FE3D}"/>
      </w:docPartPr>
      <w:docPartBody>
        <w:p w:rsidR="00BD0652" w:rsidRDefault="00BD0652" w:rsidP="00BD0652">
          <w:pPr>
            <w:pStyle w:val="4FE3EAAF0DC265458CF1030E988978DA"/>
          </w:pPr>
          <w:r>
            <w:rPr>
              <w:rStyle w:val="Platzhaltertext"/>
              <w:sz w:val="20"/>
              <w:szCs w:val="20"/>
            </w:rPr>
            <w:t>Jahr.</w:t>
          </w:r>
        </w:p>
      </w:docPartBody>
    </w:docPart>
    <w:docPart>
      <w:docPartPr>
        <w:name w:val="465792EF537131448932D506F10C4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34F0BC-9B9C-C44E-89D0-05FAF4D6520C}"/>
      </w:docPartPr>
      <w:docPartBody>
        <w:p w:rsidR="00BD0652" w:rsidRDefault="00BD0652" w:rsidP="00BD0652">
          <w:pPr>
            <w:pStyle w:val="465792EF537131448932D506F10C4910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9713F9FE6E5DA4194A39BE94BB60A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027C51-EA8A-FB45-A36D-E0A5797E5152}"/>
      </w:docPartPr>
      <w:docPartBody>
        <w:p w:rsidR="00BD0652" w:rsidRDefault="00BD0652" w:rsidP="00BD0652">
          <w:pPr>
            <w:pStyle w:val="D9713F9FE6E5DA4194A39BE94BB60A59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037D1555A94BF46983C69FE760C97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4E5A4F-46B6-4D46-8CD9-75F85BE84CF9}"/>
      </w:docPartPr>
      <w:docPartBody>
        <w:p w:rsidR="00BD0652" w:rsidRDefault="00BD0652" w:rsidP="00BD0652">
          <w:pPr>
            <w:pStyle w:val="D037D1555A94BF46983C69FE760C971F"/>
          </w:pPr>
          <w:r w:rsidRPr="00F97696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652"/>
    <w:rsid w:val="00047999"/>
    <w:rsid w:val="00441BDA"/>
    <w:rsid w:val="008963F8"/>
    <w:rsid w:val="00BD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D0652"/>
    <w:rPr>
      <w:color w:val="808080"/>
    </w:rPr>
  </w:style>
  <w:style w:type="paragraph" w:customStyle="1" w:styleId="277579FF1528354FB0A8B9B9FF5F39B2">
    <w:name w:val="277579FF1528354FB0A8B9B9FF5F39B2"/>
    <w:rsid w:val="00BD0652"/>
  </w:style>
  <w:style w:type="paragraph" w:customStyle="1" w:styleId="0BB70DAC2A1984448880C73424471E80">
    <w:name w:val="0BB70DAC2A1984448880C73424471E80"/>
    <w:rsid w:val="00BD0652"/>
  </w:style>
  <w:style w:type="paragraph" w:customStyle="1" w:styleId="EAEE1DC459AB824486DC8759CFFCF1CA">
    <w:name w:val="EAEE1DC459AB824486DC8759CFFCF1CA"/>
    <w:rsid w:val="00BD0652"/>
  </w:style>
  <w:style w:type="paragraph" w:customStyle="1" w:styleId="75EFC60EEFE0D645AFB651B73ECF9194">
    <w:name w:val="75EFC60EEFE0D645AFB651B73ECF9194"/>
    <w:rsid w:val="00BD0652"/>
  </w:style>
  <w:style w:type="paragraph" w:customStyle="1" w:styleId="DE01618688EDE747B01B358915B0FD9F">
    <w:name w:val="DE01618688EDE747B01B358915B0FD9F"/>
    <w:rsid w:val="00BD0652"/>
  </w:style>
  <w:style w:type="paragraph" w:customStyle="1" w:styleId="8420BD8F2908554DA07309A7DD25B0D0">
    <w:name w:val="8420BD8F2908554DA07309A7DD25B0D0"/>
    <w:rsid w:val="00BD0652"/>
  </w:style>
  <w:style w:type="paragraph" w:customStyle="1" w:styleId="05C763794D21D342BCDBB74FD26144EE">
    <w:name w:val="05C763794D21D342BCDBB74FD26144EE"/>
    <w:rsid w:val="00BD0652"/>
  </w:style>
  <w:style w:type="paragraph" w:customStyle="1" w:styleId="0A0023CC6F929849A06EA6836C1B63E2">
    <w:name w:val="0A0023CC6F929849A06EA6836C1B63E2"/>
    <w:rsid w:val="00BD0652"/>
  </w:style>
  <w:style w:type="paragraph" w:customStyle="1" w:styleId="5F6CCF3475E6C04FB3F2E580E8E6EC27">
    <w:name w:val="5F6CCF3475E6C04FB3F2E580E8E6EC27"/>
    <w:rsid w:val="00BD0652"/>
  </w:style>
  <w:style w:type="paragraph" w:customStyle="1" w:styleId="35EB2D5D7D85E746BBD97B0622C7A961">
    <w:name w:val="35EB2D5D7D85E746BBD97B0622C7A961"/>
    <w:rsid w:val="00BD0652"/>
  </w:style>
  <w:style w:type="paragraph" w:customStyle="1" w:styleId="AA8897053FA15246B649300C5EB2377C">
    <w:name w:val="AA8897053FA15246B649300C5EB2377C"/>
    <w:rsid w:val="00BD0652"/>
  </w:style>
  <w:style w:type="paragraph" w:customStyle="1" w:styleId="CA7D9FEAE1BD02438406D4F71B5000EE">
    <w:name w:val="CA7D9FEAE1BD02438406D4F71B5000EE"/>
    <w:rsid w:val="00BD0652"/>
  </w:style>
  <w:style w:type="paragraph" w:customStyle="1" w:styleId="B305250457D6FE4EA8C1FE67ABE75E21">
    <w:name w:val="B305250457D6FE4EA8C1FE67ABE75E21"/>
    <w:rsid w:val="00BD0652"/>
  </w:style>
  <w:style w:type="paragraph" w:customStyle="1" w:styleId="26A009E880DC4C4BB4114BFF028EAB91">
    <w:name w:val="26A009E880DC4C4BB4114BFF028EAB91"/>
    <w:rsid w:val="00BD0652"/>
  </w:style>
  <w:style w:type="paragraph" w:customStyle="1" w:styleId="E567406A4D9D81489CCBF54E37F47532">
    <w:name w:val="E567406A4D9D81489CCBF54E37F47532"/>
    <w:rsid w:val="00BD0652"/>
  </w:style>
  <w:style w:type="paragraph" w:customStyle="1" w:styleId="D34F54D059788348BA06A759A7259AAD">
    <w:name w:val="D34F54D059788348BA06A759A7259AAD"/>
    <w:rsid w:val="00BD0652"/>
  </w:style>
  <w:style w:type="paragraph" w:customStyle="1" w:styleId="36E7B8A850ECD44CBEEF16881EBB9C14">
    <w:name w:val="36E7B8A850ECD44CBEEF16881EBB9C14"/>
    <w:rsid w:val="00BD0652"/>
  </w:style>
  <w:style w:type="paragraph" w:customStyle="1" w:styleId="A9F6198EA6E0F04DB3D0F20E520F9CE0">
    <w:name w:val="A9F6198EA6E0F04DB3D0F20E520F9CE0"/>
    <w:rsid w:val="00BD0652"/>
  </w:style>
  <w:style w:type="paragraph" w:customStyle="1" w:styleId="06DA3CF15AF9E5499BAE551422D189BA">
    <w:name w:val="06DA3CF15AF9E5499BAE551422D189BA"/>
    <w:rsid w:val="00BD0652"/>
  </w:style>
  <w:style w:type="paragraph" w:customStyle="1" w:styleId="AA386B2145C7BB44AF98DC64B873CCA1">
    <w:name w:val="AA386B2145C7BB44AF98DC64B873CCA1"/>
    <w:rsid w:val="00BD0652"/>
  </w:style>
  <w:style w:type="paragraph" w:customStyle="1" w:styleId="BB2988534369A64FBF97E57E5E9C508C">
    <w:name w:val="BB2988534369A64FBF97E57E5E9C508C"/>
    <w:rsid w:val="00BD0652"/>
  </w:style>
  <w:style w:type="paragraph" w:customStyle="1" w:styleId="3D78D0D8CF3D2C44BC26AADD4D2930D6">
    <w:name w:val="3D78D0D8CF3D2C44BC26AADD4D2930D6"/>
    <w:rsid w:val="00BD0652"/>
  </w:style>
  <w:style w:type="paragraph" w:customStyle="1" w:styleId="220C6E8BE8BE0B4EA61430EB5F9762E0">
    <w:name w:val="220C6E8BE8BE0B4EA61430EB5F9762E0"/>
    <w:rsid w:val="00BD0652"/>
  </w:style>
  <w:style w:type="paragraph" w:customStyle="1" w:styleId="2E14747FD76B1848A76909DBC2795F6D">
    <w:name w:val="2E14747FD76B1848A76909DBC2795F6D"/>
    <w:rsid w:val="00BD0652"/>
  </w:style>
  <w:style w:type="paragraph" w:customStyle="1" w:styleId="6FCD3911C7FA464FA58A3CAFF136B351">
    <w:name w:val="6FCD3911C7FA464FA58A3CAFF136B351"/>
    <w:rsid w:val="00BD0652"/>
  </w:style>
  <w:style w:type="paragraph" w:customStyle="1" w:styleId="678EAC5D8EC9F64781D8E1CD7883F6B3">
    <w:name w:val="678EAC5D8EC9F64781D8E1CD7883F6B3"/>
    <w:rsid w:val="00BD0652"/>
  </w:style>
  <w:style w:type="paragraph" w:customStyle="1" w:styleId="4FE3EAAF0DC265458CF1030E988978DA">
    <w:name w:val="4FE3EAAF0DC265458CF1030E988978DA"/>
    <w:rsid w:val="00BD0652"/>
  </w:style>
  <w:style w:type="paragraph" w:customStyle="1" w:styleId="465792EF537131448932D506F10C4910">
    <w:name w:val="465792EF537131448932D506F10C4910"/>
    <w:rsid w:val="00BD0652"/>
  </w:style>
  <w:style w:type="paragraph" w:customStyle="1" w:styleId="D9713F9FE6E5DA4194A39BE94BB60A59">
    <w:name w:val="D9713F9FE6E5DA4194A39BE94BB60A59"/>
    <w:rsid w:val="00BD0652"/>
  </w:style>
  <w:style w:type="paragraph" w:customStyle="1" w:styleId="D037D1555A94BF46983C69FE760C971F">
    <w:name w:val="D037D1555A94BF46983C69FE760C971F"/>
    <w:rsid w:val="00BD06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eck xmlns="76c4e5b6-54ee-4370-b051-e2ccac5262a8" xsi:nil="true"/>
    <lcf76f155ced4ddcb4097134ff3c332f xmlns="76c4e5b6-54ee-4370-b051-e2ccac5262a8">
      <Terms xmlns="http://schemas.microsoft.com/office/infopath/2007/PartnerControls"/>
    </lcf76f155ced4ddcb4097134ff3c332f>
    <TaxCatchAll xmlns="c83c3887-b55a-4802-97d5-e5d94ad83cb9" xsi:nil="true"/>
    <Unit xmlns="76c4e5b6-54ee-4370-b051-e2ccac5262a8">Production</Unit>
    <Leistungsbeschreibung xmlns="76c4e5b6-54ee-4370-b051-e2ccac5262a8">Vorproduktion Musik</Leistungsbeschreibung>
    <Rahmenvertrag xmlns="76c4e5b6-54ee-4370-b051-e2ccac5262a8">Nein</Rahmenvertrag>
    <auto_x002e_Verl_x00e4_ngerung xmlns="76c4e5b6-54ee-4370-b051-e2ccac5262a8">false</auto_x002e_Verl_x00e4_ngerung>
    <K_x00fc_ndigungsfrist xmlns="76c4e5b6-54ee-4370-b051-e2ccac5262a8" xsi:nil="true"/>
    <Vergabe_x002d_Nr_x002e_ xmlns="76c4e5b6-54ee-4370-b051-e2ccac5262a8">NV_260123_01</Vergabe_x002d_Nr_x002e_>
    <zugeh_x00f6_rigesBKMJahr xmlns="76c4e5b6-54ee-4370-b051-e2ccac5262a8">
      <Value>2026</Value>
    </zugeh_x00f6_rigesBKMJahr>
    <Vergabeart xmlns="76c4e5b6-54ee-4370-b051-e2ccac5262a8">nationale Ausschreibung</Vergabeart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3D451BB7BAD4A80E5F162BC850B3A" ma:contentTypeVersion="26" ma:contentTypeDescription="Ein neues Dokument erstellen." ma:contentTypeScope="" ma:versionID="6c7904f1da480d727541775be63727c7">
  <xsd:schema xmlns:xsd="http://www.w3.org/2001/XMLSchema" xmlns:xs="http://www.w3.org/2001/XMLSchema" xmlns:p="http://schemas.microsoft.com/office/2006/metadata/properties" xmlns:ns2="76c4e5b6-54ee-4370-b051-e2ccac5262a8" xmlns:ns3="c83c3887-b55a-4802-97d5-e5d94ad83cb9" targetNamespace="http://schemas.microsoft.com/office/2006/metadata/properties" ma:root="true" ma:fieldsID="c99f302dd178892eb8b9de7e247df3c8" ns2:_="" ns3:_="">
    <xsd:import namespace="76c4e5b6-54ee-4370-b051-e2ccac5262a8"/>
    <xsd:import namespace="c83c3887-b55a-4802-97d5-e5d94ad83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check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Vergabe_x002d_Nr_x002e_" minOccurs="0"/>
                <xsd:element ref="ns2:zugeh_x00f6_rigesBKMJahr" minOccurs="0"/>
                <xsd:element ref="ns2:Vergabeart" minOccurs="0"/>
                <xsd:element ref="ns2:Unit" minOccurs="0"/>
                <xsd:element ref="ns2:Rahmenvertrag" minOccurs="0"/>
                <xsd:element ref="ns2:K_x00fc_ndigungsfrist" minOccurs="0"/>
                <xsd:element ref="ns2:auto_x002e_Verl_x00e4_ngerung" minOccurs="0"/>
                <xsd:element ref="ns2:Leistungsbeschreib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4e5b6-54ee-4370-b051-e2ccac526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c88c307-c7d2-4bd7-b57d-db16f910e0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check" ma:index="22" nillable="true" ma:displayName="check" ma:format="Dropdown" ma:internalName="check">
      <xsd:simpleType>
        <xsd:restriction base="dms:Text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ergabe_x002d_Nr_x002e_" ma:index="26" nillable="true" ma:displayName="Vergabe-Nr." ma:description="zugehörige Vergabe-Nur. angeben" ma:format="Dropdown" ma:internalName="Vergabe_x002d_Nr_x002e_">
      <xsd:simpleType>
        <xsd:restriction base="dms:Text">
          <xsd:maxLength value="255"/>
        </xsd:restriction>
      </xsd:simpleType>
    </xsd:element>
    <xsd:element name="zugeh_x00f6_rigesBKMJahr" ma:index="27" nillable="true" ma:displayName="zugehöriges BKM Jahr" ma:description="welchem BKM Jahr/Antrag ist die zuzuordnen? Im Zweifel von Vergabe ausfüllen lassen" ma:format="Dropdown" ma:internalName="zugeh_x00f6_rigesBKMJah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2024"/>
                    <xsd:enumeration value="2025"/>
                    <xsd:enumeration value="2026"/>
                    <xsd:enumeration value="2027"/>
                    <xsd:enumeration value="2028"/>
                  </xsd:restriction>
                </xsd:simpleType>
              </xsd:element>
            </xsd:sequence>
          </xsd:extension>
        </xsd:complexContent>
      </xsd:complexType>
    </xsd:element>
    <xsd:element name="Vergabeart" ma:index="28" nillable="true" ma:displayName="Vergabeart" ma:format="Dropdown" ma:internalName="Vergabeart">
      <xsd:simpleType>
        <xsd:restriction base="dms:Choice">
          <xsd:enumeration value="Direktvergabe"/>
          <xsd:enumeration value="Verhandlungsvergabe"/>
          <xsd:enumeration value="nationale Ausschreibung"/>
          <xsd:enumeration value="freiberufl. Leistung"/>
          <xsd:enumeration value="Alleinstellung"/>
          <xsd:enumeration value="Vorlage"/>
        </xsd:restriction>
      </xsd:simpleType>
    </xsd:element>
    <xsd:element name="Unit" ma:index="29" nillable="true" ma:displayName="Linie" ma:description="welche Unit ist inhaltlich verantwortlich?" ma:format="Dropdown" ma:internalName="Unit">
      <xsd:simpleType>
        <xsd:restriction base="dms:Choice">
          <xsd:enumeration value="HR-Infra"/>
          <xsd:enumeration value="Production"/>
          <xsd:enumeration value="Media Production"/>
          <xsd:enumeration value="Comm_Marketing"/>
          <xsd:enumeration value="Partnership_Sales"/>
          <xsd:enumeration value="Special Programme"/>
          <xsd:enumeration value="Programme"/>
          <xsd:enumeration value="Finance"/>
        </xsd:restriction>
      </xsd:simpleType>
    </xsd:element>
    <xsd:element name="Rahmenvertrag" ma:index="30" nillable="true" ma:displayName="Rahmenvertrag" ma:format="RadioButtons" ma:internalName="Rahmenvertrag">
      <xsd:simpleType>
        <xsd:restriction base="dms:Choice">
          <xsd:enumeration value="Ja"/>
          <xsd:enumeration value="Nein"/>
        </xsd:restriction>
      </xsd:simpleType>
    </xsd:element>
    <xsd:element name="K_x00fc_ndigungsfrist" ma:index="31" nillable="true" ma:displayName="Kündigungsfrist" ma:format="DateOnly" ma:internalName="K_x00fc_ndigungsfrist">
      <xsd:simpleType>
        <xsd:restriction base="dms:DateTime"/>
      </xsd:simpleType>
    </xsd:element>
    <xsd:element name="auto_x002e_Verl_x00e4_ngerung" ma:index="32" nillable="true" ma:displayName="auto. Verlängerung" ma:default="0" ma:format="Dropdown" ma:internalName="auto_x002e_Verl_x00e4_ngerung">
      <xsd:simpleType>
        <xsd:restriction base="dms:Boolean"/>
      </xsd:simpleType>
    </xsd:element>
    <xsd:element name="Leistungsbeschreibung" ma:index="33" nillable="true" ma:displayName="Leistungsbeschreibung" ma:description="sehr kurzer Titel zum groben Verständnis" ma:format="Dropdown" ma:internalName="Leistungsbeschreibun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3887-b55a-4802-97d5-e5d94ad83c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a5805ef-3f71-44c7-a162-db4ac632f10d}" ma:internalName="TaxCatchAll" ma:showField="CatchAllData" ma:web="c83c3887-b55a-4802-97d5-e5d94ad83c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A9C1DC-CD5C-4D24-8D98-CFEC1A5E45C7}">
  <ds:schemaRefs>
    <ds:schemaRef ds:uri="http://schemas.microsoft.com/office/2006/metadata/properties"/>
    <ds:schemaRef ds:uri="http://schemas.microsoft.com/office/infopath/2007/PartnerControls"/>
    <ds:schemaRef ds:uri="76c4e5b6-54ee-4370-b051-e2ccac5262a8"/>
    <ds:schemaRef ds:uri="c83c3887-b55a-4802-97d5-e5d94ad83cb9"/>
  </ds:schemaRefs>
</ds:datastoreItem>
</file>

<file path=customXml/itemProps2.xml><?xml version="1.0" encoding="utf-8"?>
<ds:datastoreItem xmlns:ds="http://schemas.openxmlformats.org/officeDocument/2006/customXml" ds:itemID="{73299D18-4596-0F43-B8A2-C59DD66175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7B763B-86EE-4DBE-B5DC-E172A1C4F7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7240FE-AA77-4948-8448-7AC667EEFB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c4e5b6-54ee-4370-b051-e2ccac5262a8"/>
    <ds:schemaRef ds:uri="c83c3887-b55a-4802-97d5-e5d94ad83c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RBX_Briefp_02 nur Logo Kopfzeile.dotx</Template>
  <TotalTime>0</TotalTime>
  <Pages>3</Pages>
  <Words>377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Bauer</dc:creator>
  <cp:keywords/>
  <dc:description/>
  <cp:lastModifiedBy>Christian Haasen</cp:lastModifiedBy>
  <cp:revision>2</cp:revision>
  <dcterms:created xsi:type="dcterms:W3CDTF">2026-01-22T17:47:00Z</dcterms:created>
  <dcterms:modified xsi:type="dcterms:W3CDTF">2026-01-22T17:47:00Z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0x010100E163D451BB7BAD4A80E5F162BC850B3A</vt:lpwstr>
  </property>
  <property fmtid="{D5CDD505-2E9C-101B-9397-08002B2CF9AE}" pid="4" name="WhistID">
    <vt:lpwstr>100169610121412490800469</vt:lpwstr>
  </property>
</Properties>
</file>